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2B4CB" w14:textId="77777777" w:rsidR="009A0914" w:rsidRDefault="009A0914" w:rsidP="009A0914">
      <w:pPr>
        <w:rPr>
          <w:b/>
        </w:rPr>
      </w:pPr>
      <w:r>
        <w:rPr>
          <w:b/>
        </w:rPr>
        <w:t xml:space="preserve">Project Title: </w:t>
      </w:r>
      <w:r w:rsidR="0020104E">
        <w:rPr>
          <w:b/>
        </w:rPr>
        <w:t xml:space="preserve"> </w:t>
      </w:r>
      <w:bookmarkStart w:id="0" w:name="_GoBack"/>
      <w:bookmarkEnd w:id="0"/>
      <w:r w:rsidR="00B250A0">
        <w:rPr>
          <w:b/>
        </w:rPr>
        <w:t>Who's Lying</w:t>
      </w:r>
      <w:r>
        <w:rPr>
          <w:b/>
        </w:rPr>
        <w:t xml:space="preserve"> </w:t>
      </w:r>
    </w:p>
    <w:p w14:paraId="56BE8817" w14:textId="77777777" w:rsidR="009A0914" w:rsidRDefault="009A0914" w:rsidP="009A0914">
      <w:pPr>
        <w:rPr>
          <w:b/>
        </w:rPr>
      </w:pPr>
    </w:p>
    <w:p w14:paraId="6677CAF8" w14:textId="77777777" w:rsidR="009A0914" w:rsidRDefault="009A0914" w:rsidP="009A0914">
      <w:pPr>
        <w:rPr>
          <w:b/>
        </w:rPr>
      </w:pPr>
    </w:p>
    <w:p w14:paraId="1CB28C86" w14:textId="77777777" w:rsidR="009A0914" w:rsidRDefault="009A0914" w:rsidP="009A0914">
      <w:pPr>
        <w:rPr>
          <w:b/>
        </w:rPr>
      </w:pPr>
      <w:r w:rsidRPr="00713488">
        <w:rPr>
          <w:b/>
        </w:rPr>
        <w:t>Enduring Understanding</w:t>
      </w:r>
    </w:p>
    <w:p w14:paraId="08C5B0E6" w14:textId="77777777" w:rsidR="00B250A0" w:rsidRDefault="00B250A0" w:rsidP="009A0914">
      <w:pPr>
        <w:rPr>
          <w:b/>
        </w:rPr>
      </w:pPr>
    </w:p>
    <w:p w14:paraId="23200E38" w14:textId="77777777" w:rsidR="00B250A0" w:rsidRPr="00B250A0" w:rsidRDefault="00B250A0" w:rsidP="009A0914">
      <w:r w:rsidRPr="00B250A0">
        <w:t>Images have the power to manipulate.</w:t>
      </w:r>
    </w:p>
    <w:p w14:paraId="1FCE49B2" w14:textId="77777777" w:rsidR="009A0914" w:rsidRPr="00B250A0" w:rsidRDefault="009A0914" w:rsidP="009A0914"/>
    <w:p w14:paraId="47EDF2DA" w14:textId="77777777" w:rsidR="009A0914" w:rsidRDefault="009A0914" w:rsidP="009A0914"/>
    <w:p w14:paraId="0E8A7016" w14:textId="77777777" w:rsidR="009A0914" w:rsidRDefault="009A0914" w:rsidP="009A0914">
      <w:pPr>
        <w:rPr>
          <w:b/>
        </w:rPr>
      </w:pPr>
      <w:r w:rsidRPr="00427B8B">
        <w:rPr>
          <w:b/>
        </w:rPr>
        <w:t>Essential Questions</w:t>
      </w:r>
    </w:p>
    <w:p w14:paraId="6FFABC21" w14:textId="77777777" w:rsidR="00B250A0" w:rsidRDefault="00B250A0" w:rsidP="009A0914">
      <w:pPr>
        <w:rPr>
          <w:b/>
        </w:rPr>
      </w:pPr>
    </w:p>
    <w:p w14:paraId="01102A6A" w14:textId="77777777" w:rsidR="00B250A0" w:rsidRPr="00B250A0" w:rsidRDefault="00B250A0" w:rsidP="009A0914">
      <w:r w:rsidRPr="00B250A0">
        <w:t>Why is it essential for us to determine the Point-of View of the artist to understand an artwork?</w:t>
      </w:r>
    </w:p>
    <w:p w14:paraId="6437D1B0" w14:textId="77777777" w:rsidR="009A0914" w:rsidRDefault="009A0914" w:rsidP="009A0914"/>
    <w:p w14:paraId="4C743B15" w14:textId="77777777" w:rsidR="009A0914" w:rsidRPr="00D363DE" w:rsidRDefault="009A0914" w:rsidP="009A0914">
      <w:pPr>
        <w:rPr>
          <w:b/>
        </w:rPr>
      </w:pPr>
    </w:p>
    <w:p w14:paraId="220B7A62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Objectives</w:t>
      </w:r>
    </w:p>
    <w:p w14:paraId="2D62CEB4" w14:textId="77777777" w:rsidR="009A0914" w:rsidRDefault="009A0914" w:rsidP="009A0914"/>
    <w:p w14:paraId="42A0A5B5" w14:textId="77777777" w:rsidR="00B250A0" w:rsidRDefault="00B250A0" w:rsidP="009A0914">
      <w:r>
        <w:t>To learn about the different aspects of social realism and propaganda</w:t>
      </w:r>
    </w:p>
    <w:p w14:paraId="2801F42F" w14:textId="77777777" w:rsidR="009A0914" w:rsidRPr="00D363DE" w:rsidRDefault="009A0914" w:rsidP="009A0914">
      <w:pPr>
        <w:rPr>
          <w:b/>
        </w:rPr>
      </w:pPr>
    </w:p>
    <w:p w14:paraId="6E018A56" w14:textId="77777777" w:rsidR="009A0914" w:rsidRDefault="009A0914" w:rsidP="009A0914">
      <w:pPr>
        <w:rPr>
          <w:b/>
        </w:rPr>
      </w:pPr>
      <w:bookmarkStart w:id="1" w:name="OLE_LINK3"/>
      <w:bookmarkStart w:id="2" w:name="OLE_LINK4"/>
      <w:r w:rsidRPr="00D363DE">
        <w:rPr>
          <w:b/>
        </w:rPr>
        <w:t>Revisited Skills</w:t>
      </w:r>
    </w:p>
    <w:p w14:paraId="4C24E839" w14:textId="77777777" w:rsidR="006B7606" w:rsidRDefault="006B7606" w:rsidP="009A0914">
      <w:pPr>
        <w:rPr>
          <w:b/>
        </w:rPr>
      </w:pPr>
    </w:p>
    <w:p w14:paraId="3EEDAA99" w14:textId="77777777" w:rsidR="006B7606" w:rsidRPr="006B7606" w:rsidRDefault="006B7606" w:rsidP="009A0914">
      <w:r w:rsidRPr="006B7606">
        <w:t>FTC</w:t>
      </w:r>
    </w:p>
    <w:p w14:paraId="3EB68BE5" w14:textId="77777777" w:rsidR="009A0914" w:rsidRDefault="009A0914" w:rsidP="009A0914"/>
    <w:p w14:paraId="7C21A1A3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New skills</w:t>
      </w:r>
    </w:p>
    <w:p w14:paraId="3142D510" w14:textId="77777777" w:rsidR="009A0914" w:rsidRDefault="009A0914" w:rsidP="009A0914"/>
    <w:bookmarkEnd w:id="1"/>
    <w:bookmarkEnd w:id="2"/>
    <w:p w14:paraId="6BF4A18C" w14:textId="77777777" w:rsidR="009A0914" w:rsidRDefault="009A0914" w:rsidP="009A0914"/>
    <w:p w14:paraId="22E676CA" w14:textId="77777777" w:rsidR="00515CC0" w:rsidRDefault="00515CC0"/>
    <w:sectPr w:rsidR="00515C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A0"/>
    <w:rsid w:val="0020104E"/>
    <w:rsid w:val="005123BC"/>
    <w:rsid w:val="00515CC0"/>
    <w:rsid w:val="006B7606"/>
    <w:rsid w:val="009A0914"/>
    <w:rsid w:val="00B250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55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Objectiv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Objectives template.dotx</Template>
  <TotalTime>14</TotalTime>
  <Pages>1</Pages>
  <Words>50</Words>
  <Characters>285</Characters>
  <Application>Microsoft Macintosh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2013-08-13T03:15:00Z</dcterms:created>
  <dcterms:modified xsi:type="dcterms:W3CDTF">2013-08-13T03:31:00Z</dcterms:modified>
</cp:coreProperties>
</file>